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08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34208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>
        <w:rPr>
          <w:rFonts w:ascii="Calibri" w:hAnsi="Calibri" w:cs="Calibri"/>
          <w:color w:val="4F6228" w:themeColor="accent3" w:themeShade="80"/>
          <w:sz w:val="36"/>
          <w:szCs w:val="36"/>
        </w:rPr>
        <w:t>Language (L1)</w:t>
      </w:r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8-26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034208" w:rsidP="001F754C">
          <w:pPr>
            <w:pStyle w:val="Ttulo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August 26, 2013</w:t>
          </w:r>
        </w:p>
      </w:sdtContent>
    </w:sdt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4667B2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1E31A2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 xml:space="preserve">Adriana Yepes, Coordinadora de Lenguaje Preprimaria       </w:t>
      </w:r>
    </w:p>
    <w:p w:rsidR="00864418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>Fabio Ortega</w:t>
      </w:r>
      <w:r w:rsidR="004667B2" w:rsidRPr="00A0230E">
        <w:rPr>
          <w:b w:val="0"/>
          <w:i/>
          <w:szCs w:val="20"/>
          <w:lang w:val="es-CO"/>
        </w:rPr>
        <w:t xml:space="preserve">, </w:t>
      </w:r>
      <w:r>
        <w:rPr>
          <w:b w:val="0"/>
          <w:i/>
          <w:szCs w:val="20"/>
          <w:lang w:val="es-CO"/>
        </w:rPr>
        <w:t>Fonoaudiólogo Preprimaria</w:t>
      </w:r>
      <w:r w:rsidR="00A0230E" w:rsidRPr="00A0230E">
        <w:rPr>
          <w:b w:val="0"/>
          <w:i/>
          <w:szCs w:val="20"/>
          <w:lang w:val="es-CO"/>
        </w:rPr>
        <w:t xml:space="preserve">             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A0230E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Clara Inés </w:t>
      </w:r>
      <w:proofErr w:type="spellStart"/>
      <w:r>
        <w:rPr>
          <w:i/>
          <w:lang w:val="es-CO"/>
        </w:rPr>
        <w:t>Flecher</w:t>
      </w:r>
      <w:proofErr w:type="spellEnd"/>
      <w:r>
        <w:rPr>
          <w:i/>
          <w:lang w:val="es-CO"/>
        </w:rPr>
        <w:t xml:space="preserve">, Profesora de español </w:t>
      </w:r>
      <w:proofErr w:type="spellStart"/>
      <w:r>
        <w:rPr>
          <w:i/>
          <w:lang w:val="es-CO"/>
        </w:rPr>
        <w:t>Prekinder</w:t>
      </w:r>
      <w:proofErr w:type="spellEnd"/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Aída Cecilia Meneses, </w:t>
      </w:r>
      <w:r w:rsidRPr="001E31A2">
        <w:rPr>
          <w:i/>
          <w:lang w:val="es-CO"/>
        </w:rPr>
        <w:t xml:space="preserve">Profesora de español </w:t>
      </w:r>
      <w:proofErr w:type="spellStart"/>
      <w:r>
        <w:rPr>
          <w:i/>
          <w:lang w:val="es-CO"/>
        </w:rPr>
        <w:t>Kinder</w:t>
      </w:r>
      <w:proofErr w:type="spellEnd"/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Ángela María de Osorio, </w:t>
      </w:r>
      <w:r>
        <w:rPr>
          <w:i/>
          <w:lang w:val="es-CO"/>
        </w:rPr>
        <w:t xml:space="preserve">Profesora de español </w:t>
      </w:r>
      <w:r>
        <w:rPr>
          <w:i/>
          <w:lang w:val="es-CO"/>
        </w:rPr>
        <w:t>Primero</w:t>
      </w:r>
    </w:p>
    <w:p w:rsidR="001E31A2" w:rsidRPr="00A0230E" w:rsidRDefault="001E31A2" w:rsidP="00A0230E">
      <w:pPr>
        <w:rPr>
          <w:lang w:val="es-CO"/>
        </w:rPr>
      </w:pPr>
    </w:p>
    <w:p w:rsidR="001E31A2" w:rsidRDefault="001E31A2" w:rsidP="001E31A2">
      <w:pPr>
        <w:pStyle w:val="Ttulo2"/>
        <w:numPr>
          <w:ilvl w:val="0"/>
          <w:numId w:val="0"/>
        </w:numPr>
        <w:spacing w:before="480"/>
        <w:ind w:left="709"/>
        <w:rPr>
          <w:color w:val="4F6228" w:themeColor="accent3" w:themeShade="80"/>
          <w:sz w:val="28"/>
          <w:szCs w:val="28"/>
          <w:lang w:val="es-CO"/>
        </w:rPr>
      </w:pPr>
      <w:bookmarkStart w:id="0" w:name="_GoBack"/>
      <w:bookmarkEnd w:id="0"/>
      <w:r>
        <w:rPr>
          <w:color w:val="4F6228" w:themeColor="accent3" w:themeShade="80"/>
          <w:sz w:val="28"/>
          <w:szCs w:val="28"/>
          <w:lang w:val="es-CO"/>
        </w:rPr>
        <w:t>AGENDA:</w:t>
      </w:r>
    </w:p>
    <w:p w:rsidR="00502695" w:rsidRDefault="001E31A2" w:rsidP="00910553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1E31A2">
        <w:rPr>
          <w:color w:val="4F6228" w:themeColor="accent3" w:themeShade="80"/>
          <w:sz w:val="28"/>
          <w:szCs w:val="28"/>
          <w:lang w:val="es-CO"/>
        </w:rPr>
        <w:t>Presentación plan de acción en Lenguaje (español) 2013-2014</w:t>
      </w:r>
      <w:r>
        <w:rPr>
          <w:color w:val="4F6228" w:themeColor="accent3" w:themeShade="80"/>
          <w:sz w:val="28"/>
          <w:szCs w:val="28"/>
          <w:lang w:val="es-CO"/>
        </w:rPr>
        <w:t xml:space="preserve"> por parte de la Coordinadora de Lenguaje y el Fonoaudiólogo.</w:t>
      </w:r>
    </w:p>
    <w:p w:rsidR="001E31A2" w:rsidRPr="001E31A2" w:rsidRDefault="001E31A2" w:rsidP="001E31A2">
      <w:pPr>
        <w:rPr>
          <w:lang w:val="es-CO"/>
        </w:rPr>
      </w:pPr>
    </w:p>
    <w:p w:rsidR="00BD2F4A" w:rsidRDefault="001E31A2" w:rsidP="001E31A2">
      <w:pPr>
        <w:pStyle w:val="Ttulo2"/>
        <w:spacing w:before="480"/>
        <w:ind w:hanging="709"/>
        <w:rPr>
          <w:color w:val="4F6228" w:themeColor="accent3" w:themeShade="80"/>
          <w:sz w:val="28"/>
          <w:szCs w:val="28"/>
          <w:lang w:val="es-CO"/>
        </w:rPr>
      </w:pPr>
      <w:r w:rsidRPr="001E31A2">
        <w:rPr>
          <w:color w:val="4F6228" w:themeColor="accent3" w:themeShade="80"/>
          <w:sz w:val="28"/>
          <w:szCs w:val="28"/>
          <w:lang w:val="es-CO"/>
        </w:rPr>
        <w:t>Presentación de la caracterización de los niños de acuerdo a la evaluación del área 2012-</w:t>
      </w:r>
      <w:proofErr w:type="gramStart"/>
      <w:r w:rsidRPr="001E31A2">
        <w:rPr>
          <w:color w:val="4F6228" w:themeColor="accent3" w:themeShade="80"/>
          <w:sz w:val="28"/>
          <w:szCs w:val="28"/>
          <w:lang w:val="es-CO"/>
        </w:rPr>
        <w:t>2013 )</w:t>
      </w:r>
      <w:proofErr w:type="gramEnd"/>
      <w:r w:rsidRPr="001E31A2">
        <w:rPr>
          <w:color w:val="4F6228" w:themeColor="accent3" w:themeShade="80"/>
          <w:sz w:val="28"/>
          <w:szCs w:val="28"/>
          <w:lang w:val="es-CO"/>
        </w:rPr>
        <w:t xml:space="preserve"> a cargo de las maestras de español.</w:t>
      </w:r>
    </w:p>
    <w:p w:rsidR="00642938" w:rsidRDefault="001E31A2" w:rsidP="00E676CA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Tareas para la próxima reunión</w:t>
      </w:r>
    </w:p>
    <w:sectPr w:rsidR="00642938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B8"/>
    <w:multiLevelType w:val="hybridMultilevel"/>
    <w:tmpl w:val="94108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Ttulo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6DA8"/>
    <w:multiLevelType w:val="hybridMultilevel"/>
    <w:tmpl w:val="59685F2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2E343F5"/>
    <w:multiLevelType w:val="hybridMultilevel"/>
    <w:tmpl w:val="4816C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91D14"/>
    <w:multiLevelType w:val="hybridMultilevel"/>
    <w:tmpl w:val="7F263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72006"/>
    <w:multiLevelType w:val="hybridMultilevel"/>
    <w:tmpl w:val="5E684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839D2"/>
    <w:multiLevelType w:val="hybridMultilevel"/>
    <w:tmpl w:val="C450B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259BD"/>
    <w:multiLevelType w:val="hybridMultilevel"/>
    <w:tmpl w:val="D28E22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0034B"/>
    <w:multiLevelType w:val="hybridMultilevel"/>
    <w:tmpl w:val="1F1CE4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D52F39"/>
    <w:multiLevelType w:val="hybridMultilevel"/>
    <w:tmpl w:val="ACF029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9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12D9F"/>
    <w:rsid w:val="0001339A"/>
    <w:rsid w:val="000148B6"/>
    <w:rsid w:val="00015AA1"/>
    <w:rsid w:val="00020618"/>
    <w:rsid w:val="00031EAE"/>
    <w:rsid w:val="00032F4C"/>
    <w:rsid w:val="00034208"/>
    <w:rsid w:val="000455CC"/>
    <w:rsid w:val="00046A67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2CDA"/>
    <w:rsid w:val="000E7716"/>
    <w:rsid w:val="000E77FA"/>
    <w:rsid w:val="001008DB"/>
    <w:rsid w:val="00101F04"/>
    <w:rsid w:val="00102987"/>
    <w:rsid w:val="001071B3"/>
    <w:rsid w:val="00110122"/>
    <w:rsid w:val="00115DE4"/>
    <w:rsid w:val="00117EB3"/>
    <w:rsid w:val="00120152"/>
    <w:rsid w:val="0012068F"/>
    <w:rsid w:val="00122FBE"/>
    <w:rsid w:val="00125A2A"/>
    <w:rsid w:val="00140F57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E31A2"/>
    <w:rsid w:val="001F754C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A3FCC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70AA7"/>
    <w:rsid w:val="003758C8"/>
    <w:rsid w:val="003770CD"/>
    <w:rsid w:val="0038396E"/>
    <w:rsid w:val="00385082"/>
    <w:rsid w:val="0039304F"/>
    <w:rsid w:val="00394C6A"/>
    <w:rsid w:val="00397B77"/>
    <w:rsid w:val="003A17A0"/>
    <w:rsid w:val="003A6AE8"/>
    <w:rsid w:val="003B10F6"/>
    <w:rsid w:val="003B1B93"/>
    <w:rsid w:val="003B74EA"/>
    <w:rsid w:val="003B7A2A"/>
    <w:rsid w:val="003C67A5"/>
    <w:rsid w:val="003E1D90"/>
    <w:rsid w:val="003E3ACA"/>
    <w:rsid w:val="003E5D74"/>
    <w:rsid w:val="003E6C0D"/>
    <w:rsid w:val="004065BD"/>
    <w:rsid w:val="00410CA0"/>
    <w:rsid w:val="00412844"/>
    <w:rsid w:val="00412BA9"/>
    <w:rsid w:val="00414D93"/>
    <w:rsid w:val="004215D7"/>
    <w:rsid w:val="004316BE"/>
    <w:rsid w:val="00432371"/>
    <w:rsid w:val="004368D6"/>
    <w:rsid w:val="0044536F"/>
    <w:rsid w:val="00456E32"/>
    <w:rsid w:val="004578EB"/>
    <w:rsid w:val="0046370E"/>
    <w:rsid w:val="004667B2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53D5"/>
    <w:rsid w:val="00596082"/>
    <w:rsid w:val="005A30B2"/>
    <w:rsid w:val="005A70E6"/>
    <w:rsid w:val="005B2278"/>
    <w:rsid w:val="005B30FF"/>
    <w:rsid w:val="005B32DC"/>
    <w:rsid w:val="005D027E"/>
    <w:rsid w:val="005D128D"/>
    <w:rsid w:val="005D3BF3"/>
    <w:rsid w:val="005E197D"/>
    <w:rsid w:val="005E57C1"/>
    <w:rsid w:val="005F5869"/>
    <w:rsid w:val="00602CB7"/>
    <w:rsid w:val="00605173"/>
    <w:rsid w:val="00606EEC"/>
    <w:rsid w:val="00615E5A"/>
    <w:rsid w:val="00617534"/>
    <w:rsid w:val="00622831"/>
    <w:rsid w:val="006418D1"/>
    <w:rsid w:val="00641A4F"/>
    <w:rsid w:val="00642938"/>
    <w:rsid w:val="00666E32"/>
    <w:rsid w:val="0067347F"/>
    <w:rsid w:val="00683AE3"/>
    <w:rsid w:val="006B22D9"/>
    <w:rsid w:val="006B63D0"/>
    <w:rsid w:val="006C098A"/>
    <w:rsid w:val="006C0E0A"/>
    <w:rsid w:val="006C3E39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E7F3B"/>
    <w:rsid w:val="007F2111"/>
    <w:rsid w:val="007F224A"/>
    <w:rsid w:val="008010D6"/>
    <w:rsid w:val="00804B54"/>
    <w:rsid w:val="008076C3"/>
    <w:rsid w:val="00810747"/>
    <w:rsid w:val="00825585"/>
    <w:rsid w:val="00826B76"/>
    <w:rsid w:val="00835455"/>
    <w:rsid w:val="008371E9"/>
    <w:rsid w:val="00840D6C"/>
    <w:rsid w:val="00846F2B"/>
    <w:rsid w:val="00852893"/>
    <w:rsid w:val="00864418"/>
    <w:rsid w:val="00867E49"/>
    <w:rsid w:val="008723BB"/>
    <w:rsid w:val="0087487F"/>
    <w:rsid w:val="008807CE"/>
    <w:rsid w:val="008831F0"/>
    <w:rsid w:val="0088373A"/>
    <w:rsid w:val="00885B17"/>
    <w:rsid w:val="0088650C"/>
    <w:rsid w:val="008A74D7"/>
    <w:rsid w:val="008D0FB2"/>
    <w:rsid w:val="008D61A1"/>
    <w:rsid w:val="008F17EB"/>
    <w:rsid w:val="008F4DED"/>
    <w:rsid w:val="008F6314"/>
    <w:rsid w:val="009015FC"/>
    <w:rsid w:val="009039F5"/>
    <w:rsid w:val="00910553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3961"/>
    <w:rsid w:val="009C4FFC"/>
    <w:rsid w:val="009D0E78"/>
    <w:rsid w:val="009D3B8C"/>
    <w:rsid w:val="009D63D9"/>
    <w:rsid w:val="009F4CBC"/>
    <w:rsid w:val="00A0230E"/>
    <w:rsid w:val="00A02CBA"/>
    <w:rsid w:val="00A060E2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D2F4A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413D"/>
    <w:rsid w:val="00D3437F"/>
    <w:rsid w:val="00D35B9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36A"/>
    <w:rsid w:val="00DF440E"/>
    <w:rsid w:val="00E03E7D"/>
    <w:rsid w:val="00E1413C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533B"/>
    <w:rsid w:val="00E912ED"/>
    <w:rsid w:val="00E93B49"/>
    <w:rsid w:val="00EA2A97"/>
    <w:rsid w:val="00EB17A2"/>
    <w:rsid w:val="00EB3DE9"/>
    <w:rsid w:val="00EC7608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87F2A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Fuentedeprrafopredeter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C4A50-3499-40AF-9AD1-5CC73FD6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12</TotalTime>
  <Pages>1</Pages>
  <Words>93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Liz</cp:lastModifiedBy>
  <cp:revision>4</cp:revision>
  <cp:lastPrinted>2011-12-22T15:28:00Z</cp:lastPrinted>
  <dcterms:created xsi:type="dcterms:W3CDTF">2013-08-26T02:47:00Z</dcterms:created>
  <dcterms:modified xsi:type="dcterms:W3CDTF">2013-08-26T02:57:00Z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